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E4" w:rsidRPr="00360113" w:rsidRDefault="000528E4" w:rsidP="000528E4">
      <w:pPr>
        <w:rPr>
          <w:rFonts w:ascii="Arial" w:hAnsi="Arial" w:cs="Arial"/>
          <w:color w:val="000000"/>
          <w:sz w:val="4"/>
          <w:szCs w:val="4"/>
        </w:rPr>
      </w:pPr>
    </w:p>
    <w:p w:rsidR="008052A8" w:rsidRPr="00A32415" w:rsidRDefault="008052A8" w:rsidP="000528E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jc w:val="center"/>
        <w:tblInd w:w="-124" w:type="dxa"/>
        <w:tblLook w:val="01E0" w:firstRow="1" w:lastRow="1" w:firstColumn="1" w:lastColumn="1" w:noHBand="0" w:noVBand="0"/>
      </w:tblPr>
      <w:tblGrid>
        <w:gridCol w:w="9336"/>
      </w:tblGrid>
      <w:tr w:rsidR="00C264BF" w:rsidRPr="00C264BF" w:rsidTr="00624EA0">
        <w:trPr>
          <w:jc w:val="center"/>
        </w:trPr>
        <w:tc>
          <w:tcPr>
            <w:tcW w:w="9336" w:type="dxa"/>
            <w:shd w:val="clear" w:color="auto" w:fill="E0E0E0"/>
          </w:tcPr>
          <w:p w:rsidR="00C264BF" w:rsidRDefault="00C264BF" w:rsidP="00FE67C2">
            <w:pPr>
              <w:ind w:left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8052A8">
              <w:rPr>
                <w:rFonts w:ascii="Arial" w:hAnsi="Arial" w:cs="Arial"/>
                <w:b/>
                <w:color w:val="000000"/>
              </w:rPr>
              <w:t>Verpflichtungserklärung andere</w:t>
            </w:r>
            <w:r w:rsidR="00FE67C2">
              <w:rPr>
                <w:rFonts w:ascii="Arial" w:hAnsi="Arial" w:cs="Arial"/>
                <w:b/>
                <w:color w:val="000000"/>
              </w:rPr>
              <w:t>r</w:t>
            </w:r>
            <w:r w:rsidRPr="008052A8">
              <w:rPr>
                <w:rFonts w:ascii="Arial" w:hAnsi="Arial" w:cs="Arial"/>
                <w:b/>
                <w:color w:val="000000"/>
              </w:rPr>
              <w:t xml:space="preserve"> Unternehme</w:t>
            </w:r>
            <w:r w:rsidR="003471CD">
              <w:rPr>
                <w:rFonts w:ascii="Arial" w:hAnsi="Arial" w:cs="Arial"/>
                <w:b/>
                <w:color w:val="000000"/>
              </w:rPr>
              <w:t>n</w:t>
            </w:r>
            <w:r w:rsidRPr="008052A8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6D32A9" w:rsidRPr="008052A8" w:rsidRDefault="006D32A9" w:rsidP="00FE67C2">
            <w:pPr>
              <w:ind w:left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A32415">
              <w:rPr>
                <w:rFonts w:ascii="Arial" w:hAnsi="Arial" w:cs="Arial"/>
                <w:color w:val="000000"/>
                <w:sz w:val="16"/>
                <w:szCs w:val="16"/>
              </w:rPr>
              <w:t xml:space="preserve">(Bei der beabsichtigten Einschaltung von mehreren Unternehmen bitte den Vordruck in der erforderlichen Anzahl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ausfüllen</w:t>
            </w:r>
            <w:r w:rsidRPr="00A32415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:rsidR="000528E4" w:rsidRDefault="000528E4" w:rsidP="000528E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8982" w:type="dxa"/>
        <w:jc w:val="center"/>
        <w:tblInd w:w="606" w:type="dxa"/>
        <w:tblLook w:val="01E0" w:firstRow="1" w:lastRow="1" w:firstColumn="1" w:lastColumn="1" w:noHBand="0" w:noVBand="0"/>
      </w:tblPr>
      <w:tblGrid>
        <w:gridCol w:w="8982"/>
      </w:tblGrid>
      <w:tr w:rsidR="009A7E3F" w:rsidRPr="00A32415" w:rsidTr="00232CB0">
        <w:trPr>
          <w:jc w:val="center"/>
        </w:trPr>
        <w:tc>
          <w:tcPr>
            <w:tcW w:w="8982" w:type="dxa"/>
          </w:tcPr>
          <w:p w:rsidR="009A7E3F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52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Name und Anschrift des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anderen Unternehmens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9A7E3F" w:rsidRPr="00A32415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bookmarkStart w:id="0" w:name="_GoBack"/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bookmarkEnd w:id="0"/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9A7E3F" w:rsidRPr="00A32415" w:rsidRDefault="00E46E0D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9A7E3F" w:rsidRPr="00A32415" w:rsidRDefault="00E46E0D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9A7E3F" w:rsidRPr="00A32415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A7E3F" w:rsidRDefault="009A7E3F" w:rsidP="000528E4">
      <w:pPr>
        <w:rPr>
          <w:rFonts w:ascii="Arial" w:hAnsi="Arial" w:cs="Arial"/>
          <w:sz w:val="20"/>
          <w:szCs w:val="20"/>
        </w:rPr>
      </w:pPr>
    </w:p>
    <w:p w:rsidR="008052A8" w:rsidRPr="00E46E0D" w:rsidRDefault="00E46E0D" w:rsidP="00E46E0D">
      <w:pPr>
        <w:rPr>
          <w:rFonts w:ascii="Arial" w:hAnsi="Arial" w:cs="Arial"/>
          <w:b/>
          <w:sz w:val="20"/>
          <w:szCs w:val="20"/>
        </w:rPr>
      </w:pPr>
      <w:r w:rsidRPr="00B46B0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B06">
        <w:rPr>
          <w:rFonts w:ascii="Arial" w:hAnsi="Arial" w:cs="Arial"/>
          <w:sz w:val="20"/>
          <w:szCs w:val="20"/>
        </w:rPr>
        <w:instrText xml:space="preserve"> FORMCHECKBOX </w:instrText>
      </w:r>
      <w:r w:rsidR="00A65FD7">
        <w:rPr>
          <w:rFonts w:ascii="Arial" w:hAnsi="Arial" w:cs="Arial"/>
          <w:sz w:val="20"/>
          <w:szCs w:val="20"/>
        </w:rPr>
      </w:r>
      <w:r w:rsidR="00A65FD7">
        <w:rPr>
          <w:rFonts w:ascii="Arial" w:hAnsi="Arial" w:cs="Arial"/>
          <w:sz w:val="20"/>
          <w:szCs w:val="20"/>
        </w:rPr>
        <w:fldChar w:fldCharType="separate"/>
      </w:r>
      <w:r w:rsidRPr="00B46B06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8052A8" w:rsidRPr="00E46E0D">
        <w:rPr>
          <w:rFonts w:ascii="Arial" w:hAnsi="Arial" w:cs="Arial"/>
          <w:b/>
          <w:sz w:val="20"/>
          <w:szCs w:val="20"/>
        </w:rPr>
        <w:t xml:space="preserve">Verpflichtungserklärung bei Unteraufträgen </w:t>
      </w:r>
    </w:p>
    <w:p w:rsidR="008052A8" w:rsidRPr="00E46E0D" w:rsidRDefault="008052A8" w:rsidP="008052A8">
      <w:pPr>
        <w:pStyle w:val="KeinLeerraum"/>
        <w:spacing w:before="0" w:line="240" w:lineRule="auto"/>
        <w:ind w:firstLine="284"/>
        <w:rPr>
          <w:rFonts w:cs="Arial"/>
          <w:szCs w:val="20"/>
        </w:rPr>
      </w:pPr>
      <w:r w:rsidRPr="00E46E0D">
        <w:rPr>
          <w:rFonts w:cs="Arial"/>
          <w:szCs w:val="20"/>
        </w:rPr>
        <w:t>(nur auf besondere Anforderung des Auftraggebers vor Zuschlagserteilung einzureichen)</w:t>
      </w:r>
    </w:p>
    <w:p w:rsidR="008052A8" w:rsidRPr="00E46E0D" w:rsidRDefault="008052A8" w:rsidP="008052A8">
      <w:pPr>
        <w:pStyle w:val="KeinLeerraum"/>
        <w:ind w:left="284"/>
        <w:rPr>
          <w:rFonts w:cs="Arial"/>
          <w:szCs w:val="20"/>
        </w:rPr>
      </w:pPr>
      <w:r w:rsidRPr="00E46E0D">
        <w:rPr>
          <w:rFonts w:cs="Arial"/>
          <w:szCs w:val="20"/>
        </w:rPr>
        <w:t xml:space="preserve">Ich/Wir verpflichte(n) mich/uns gegenüber </w:t>
      </w:r>
      <w:proofErr w:type="gramStart"/>
      <w:r w:rsidRPr="00E46E0D">
        <w:rPr>
          <w:rFonts w:cs="Arial"/>
          <w:szCs w:val="20"/>
        </w:rPr>
        <w:t>dem</w:t>
      </w:r>
      <w:proofErr w:type="gramEnd"/>
      <w:r w:rsidRPr="00E46E0D">
        <w:rPr>
          <w:rFonts w:cs="Arial"/>
          <w:szCs w:val="20"/>
        </w:rPr>
        <w:t xml:space="preserve"> Auftraggeber, im Falle der Auftragsvergabe an: </w:t>
      </w:r>
    </w:p>
    <w:tbl>
      <w:tblPr>
        <w:tblStyle w:val="Tabellenraster"/>
        <w:tblW w:w="8982" w:type="dxa"/>
        <w:jc w:val="center"/>
        <w:tblInd w:w="606" w:type="dxa"/>
        <w:tblLook w:val="01E0" w:firstRow="1" w:lastRow="1" w:firstColumn="1" w:lastColumn="1" w:noHBand="0" w:noVBand="0"/>
      </w:tblPr>
      <w:tblGrid>
        <w:gridCol w:w="8982"/>
      </w:tblGrid>
      <w:tr w:rsidR="000528E4" w:rsidRPr="00A32415" w:rsidTr="008052A8">
        <w:trPr>
          <w:jc w:val="center"/>
        </w:trPr>
        <w:tc>
          <w:tcPr>
            <w:tcW w:w="8982" w:type="dxa"/>
          </w:tcPr>
          <w:p w:rsidR="008052A8" w:rsidRDefault="000528E4" w:rsidP="000528E4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52A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 und Anschrift des Bieters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t>, für den die</w:t>
            </w:r>
            <w:r w:rsidR="008052A8">
              <w:rPr>
                <w:rFonts w:ascii="Arial" w:hAnsi="Arial" w:cs="Arial"/>
                <w:color w:val="000000"/>
                <w:sz w:val="20"/>
                <w:szCs w:val="20"/>
              </w:rPr>
              <w:t xml:space="preserve"> Leistung erbracht werden soll:</w:t>
            </w:r>
          </w:p>
          <w:p w:rsidR="00E46E0D" w:rsidRPr="00A32415" w:rsidRDefault="00E46E0D" w:rsidP="00E46E0D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E46E0D" w:rsidRPr="00A32415" w:rsidRDefault="00E46E0D" w:rsidP="00E46E0D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0528E4" w:rsidRPr="00A32415" w:rsidRDefault="00E46E0D" w:rsidP="00E46E0D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0528E4" w:rsidRPr="00A32415" w:rsidRDefault="000528E4" w:rsidP="000528E4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52A8" w:rsidRDefault="008052A8" w:rsidP="000528E4">
      <w:pPr>
        <w:rPr>
          <w:rFonts w:ascii="Arial" w:eastAsiaTheme="minorHAnsi" w:hAnsi="Arial" w:cstheme="minorBidi"/>
          <w:sz w:val="20"/>
          <w:szCs w:val="22"/>
          <w:lang w:eastAsia="en-US"/>
        </w:rPr>
      </w:pPr>
    </w:p>
    <w:p w:rsidR="008052A8" w:rsidRPr="008052A8" w:rsidRDefault="008052A8" w:rsidP="008052A8">
      <w:pPr>
        <w:rPr>
          <w:rFonts w:ascii="Arial" w:hAnsi="Arial" w:cs="Arial"/>
          <w:sz w:val="20"/>
          <w:szCs w:val="20"/>
        </w:rPr>
      </w:pPr>
      <w:r w:rsidRPr="008052A8">
        <w:rPr>
          <w:rFonts w:ascii="Arial" w:hAnsi="Arial" w:cs="Arial"/>
          <w:color w:val="000000"/>
          <w:sz w:val="20"/>
          <w:szCs w:val="20"/>
        </w:rPr>
        <w:t xml:space="preserve">die im </w:t>
      </w:r>
      <w:r>
        <w:rPr>
          <w:rFonts w:ascii="Arial" w:hAnsi="Arial" w:cs="Arial"/>
          <w:color w:val="000000"/>
          <w:sz w:val="20"/>
          <w:szCs w:val="20"/>
        </w:rPr>
        <w:t xml:space="preserve">Vordruck </w:t>
      </w:r>
      <w:r w:rsidRPr="008052A8">
        <w:rPr>
          <w:rFonts w:ascii="Arial" w:hAnsi="Arial" w:cs="Arial"/>
          <w:color w:val="000000"/>
          <w:sz w:val="20"/>
          <w:szCs w:val="20"/>
        </w:rPr>
        <w:t>„</w:t>
      </w:r>
      <w:r w:rsidR="00E46E0D">
        <w:rPr>
          <w:rFonts w:ascii="Arial" w:hAnsi="Arial" w:cs="Arial"/>
          <w:sz w:val="20"/>
          <w:szCs w:val="20"/>
        </w:rPr>
        <w:t>Erklärung Unteraufträge / Eignungsleihe</w:t>
      </w:r>
      <w:r w:rsidRPr="008052A8">
        <w:rPr>
          <w:rFonts w:ascii="Arial" w:hAnsi="Arial" w:cs="Arial"/>
          <w:sz w:val="20"/>
          <w:szCs w:val="20"/>
        </w:rPr>
        <w:t>“</w:t>
      </w:r>
      <w:r w:rsidRPr="008052A8">
        <w:rPr>
          <w:rFonts w:ascii="Arial" w:hAnsi="Arial" w:cs="Arial"/>
          <w:color w:val="000000"/>
          <w:sz w:val="20"/>
          <w:szCs w:val="20"/>
        </w:rPr>
        <w:t xml:space="preserve"> aufgeführten </w:t>
      </w:r>
      <w:r>
        <w:rPr>
          <w:rFonts w:ascii="Arial" w:hAnsi="Arial" w:cs="Arial"/>
          <w:color w:val="000000"/>
          <w:sz w:val="20"/>
          <w:szCs w:val="20"/>
        </w:rPr>
        <w:t>Auftragsteile</w:t>
      </w:r>
      <w:r w:rsidRPr="008052A8">
        <w:rPr>
          <w:rFonts w:ascii="Arial" w:hAnsi="Arial" w:cs="Arial"/>
          <w:color w:val="000000"/>
          <w:sz w:val="20"/>
          <w:szCs w:val="20"/>
        </w:rPr>
        <w:t xml:space="preserve"> zu erbringen, für die </w:t>
      </w:r>
      <w:r>
        <w:rPr>
          <w:rFonts w:ascii="Arial" w:hAnsi="Arial" w:cs="Arial"/>
          <w:color w:val="000000"/>
          <w:sz w:val="20"/>
          <w:szCs w:val="20"/>
        </w:rPr>
        <w:t>mein/</w:t>
      </w:r>
      <w:r w:rsidRPr="008052A8">
        <w:rPr>
          <w:rFonts w:ascii="Arial" w:hAnsi="Arial" w:cs="Arial"/>
          <w:color w:val="000000"/>
          <w:sz w:val="20"/>
          <w:szCs w:val="20"/>
        </w:rPr>
        <w:t xml:space="preserve">unser Unternehmen als Leistungserbringer vom Bieter vorgesehen und eingetragen ist. </w:t>
      </w:r>
      <w:r w:rsidRPr="008052A8">
        <w:rPr>
          <w:rFonts w:ascii="Arial" w:hAnsi="Arial" w:cs="Arial"/>
          <w:sz w:val="20"/>
          <w:szCs w:val="20"/>
        </w:rPr>
        <w:t xml:space="preserve">Alle dafür erforderlichen personellen, sachlichen, finanziellen und sonstigen Mittel </w:t>
      </w:r>
      <w:r>
        <w:rPr>
          <w:rFonts w:ascii="Arial" w:hAnsi="Arial" w:cs="Arial"/>
          <w:sz w:val="20"/>
          <w:szCs w:val="20"/>
        </w:rPr>
        <w:t>werden</w:t>
      </w:r>
      <w:r w:rsidRPr="008052A8">
        <w:rPr>
          <w:rFonts w:ascii="Arial" w:hAnsi="Arial" w:cs="Arial"/>
          <w:sz w:val="20"/>
          <w:szCs w:val="20"/>
        </w:rPr>
        <w:t xml:space="preserve"> zur Verfügung</w:t>
      </w:r>
      <w:r>
        <w:rPr>
          <w:rFonts w:ascii="Arial" w:hAnsi="Arial" w:cs="Arial"/>
          <w:sz w:val="20"/>
          <w:szCs w:val="20"/>
        </w:rPr>
        <w:t xml:space="preserve"> gestellt</w:t>
      </w:r>
      <w:r w:rsidRPr="00A32415">
        <w:rPr>
          <w:rFonts w:ascii="Arial" w:hAnsi="Arial" w:cs="Arial"/>
          <w:b/>
          <w:sz w:val="20"/>
          <w:szCs w:val="20"/>
        </w:rPr>
        <w:t>.</w:t>
      </w:r>
      <w:r w:rsidRPr="00A3241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8052A8" w:rsidRDefault="008052A8" w:rsidP="008052A8">
      <w:pPr>
        <w:pStyle w:val="KeinLeerraum"/>
      </w:pPr>
    </w:p>
    <w:p w:rsidR="008052A8" w:rsidRDefault="00E46E0D" w:rsidP="008052A8">
      <w:pPr>
        <w:pStyle w:val="KeinLeerraum"/>
      </w:pPr>
      <w:r w:rsidRPr="00B46B06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B06">
        <w:rPr>
          <w:rFonts w:cs="Arial"/>
          <w:szCs w:val="20"/>
        </w:rPr>
        <w:instrText xml:space="preserve"> FORMCHECKBOX </w:instrText>
      </w:r>
      <w:r w:rsidR="00A65FD7">
        <w:rPr>
          <w:rFonts w:cs="Arial"/>
          <w:szCs w:val="20"/>
        </w:rPr>
      </w:r>
      <w:r w:rsidR="00A65FD7">
        <w:rPr>
          <w:rFonts w:cs="Arial"/>
          <w:szCs w:val="20"/>
        </w:rPr>
        <w:fldChar w:fldCharType="separate"/>
      </w:r>
      <w:r w:rsidRPr="00B46B06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8052A8">
        <w:rPr>
          <w:b/>
        </w:rPr>
        <w:t xml:space="preserve">Verpflichtungserklärung bei Eignungsleihe </w:t>
      </w:r>
    </w:p>
    <w:p w:rsidR="008052A8" w:rsidRDefault="008052A8" w:rsidP="008052A8">
      <w:pPr>
        <w:pStyle w:val="KeinLeerraum"/>
        <w:ind w:left="284"/>
      </w:pPr>
      <w:r>
        <w:t xml:space="preserve">Ich/Wir verpflichte(n) mich/uns gegenüber </w:t>
      </w:r>
      <w:proofErr w:type="gramStart"/>
      <w:r>
        <w:t>dem</w:t>
      </w:r>
      <w:proofErr w:type="gramEnd"/>
      <w:r>
        <w:t xml:space="preserve"> Auftraggeber, im Falle der Auftragsvergabe an:</w:t>
      </w:r>
    </w:p>
    <w:tbl>
      <w:tblPr>
        <w:tblStyle w:val="Tabellenraster"/>
        <w:tblW w:w="8982" w:type="dxa"/>
        <w:jc w:val="center"/>
        <w:tblInd w:w="606" w:type="dxa"/>
        <w:tblLook w:val="01E0" w:firstRow="1" w:lastRow="1" w:firstColumn="1" w:lastColumn="1" w:noHBand="0" w:noVBand="0"/>
      </w:tblPr>
      <w:tblGrid>
        <w:gridCol w:w="8982"/>
      </w:tblGrid>
      <w:tr w:rsidR="008052A8" w:rsidRPr="00A32415" w:rsidTr="00F70B2B">
        <w:trPr>
          <w:jc w:val="center"/>
        </w:trPr>
        <w:tc>
          <w:tcPr>
            <w:tcW w:w="8982" w:type="dxa"/>
          </w:tcPr>
          <w:p w:rsidR="008052A8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52A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 und Anschrift des Bieters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8052A8" w:rsidRPr="00A32415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052A8" w:rsidRPr="00A32415" w:rsidRDefault="00E46E0D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052A8" w:rsidRPr="00A32415" w:rsidRDefault="00E46E0D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052A8" w:rsidRPr="00A32415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52A8" w:rsidRPr="008052A8" w:rsidRDefault="008052A8" w:rsidP="008052A8">
      <w:pPr>
        <w:rPr>
          <w:rFonts w:ascii="Arial" w:eastAsiaTheme="minorHAnsi" w:hAnsi="Arial" w:cstheme="minorBidi"/>
          <w:i/>
          <w:sz w:val="20"/>
          <w:szCs w:val="22"/>
          <w:lang w:eastAsia="en-US"/>
        </w:rPr>
      </w:pPr>
    </w:p>
    <w:p w:rsidR="008052A8" w:rsidRDefault="008052A8" w:rsidP="008052A8">
      <w:pPr>
        <w:rPr>
          <w:rFonts w:ascii="Arial" w:eastAsiaTheme="minorHAnsi" w:hAnsi="Arial" w:cstheme="minorBidi"/>
          <w:sz w:val="20"/>
          <w:szCs w:val="22"/>
          <w:lang w:eastAsia="en-US"/>
        </w:rPr>
      </w:pPr>
      <w:r w:rsidRPr="008052A8">
        <w:rPr>
          <w:rFonts w:ascii="Arial" w:eastAsiaTheme="minorHAnsi" w:hAnsi="Arial" w:cstheme="minorBidi"/>
          <w:sz w:val="20"/>
          <w:szCs w:val="22"/>
          <w:lang w:eastAsia="en-US"/>
        </w:rPr>
        <w:t>diesem mit den erforderlichen Kapazitäten meines/unseres Unternehmens</w:t>
      </w:r>
      <w:r w:rsidR="0016716C">
        <w:rPr>
          <w:rFonts w:ascii="Arial" w:eastAsiaTheme="minorHAnsi" w:hAnsi="Arial" w:cstheme="minorBidi"/>
          <w:sz w:val="20"/>
          <w:szCs w:val="22"/>
          <w:lang w:eastAsia="en-US"/>
        </w:rPr>
        <w:t xml:space="preserve"> im Rahmen der Eignungsleihe</w:t>
      </w:r>
      <w:r w:rsidRPr="008052A8">
        <w:rPr>
          <w:rFonts w:ascii="Arial" w:eastAsiaTheme="minorHAnsi" w:hAnsi="Arial" w:cstheme="minorBidi"/>
          <w:sz w:val="20"/>
          <w:szCs w:val="22"/>
          <w:lang w:eastAsia="en-US"/>
        </w:rPr>
        <w:t xml:space="preserve"> zur Verfügung zu stehen. </w:t>
      </w:r>
    </w:p>
    <w:p w:rsidR="008052A8" w:rsidRPr="008052A8" w:rsidRDefault="008052A8" w:rsidP="008052A8">
      <w:pPr>
        <w:rPr>
          <w:rFonts w:ascii="Arial" w:eastAsiaTheme="minorHAnsi" w:hAnsi="Arial" w:cstheme="minorBidi"/>
          <w:sz w:val="20"/>
          <w:szCs w:val="22"/>
          <w:lang w:eastAsia="en-US"/>
        </w:rPr>
      </w:pPr>
      <w:r w:rsidRPr="008052A8">
        <w:rPr>
          <w:rFonts w:ascii="Arial" w:eastAsiaTheme="minorHAnsi" w:hAnsi="Arial" w:cstheme="minorBidi"/>
          <w:sz w:val="20"/>
          <w:szCs w:val="22"/>
          <w:lang w:eastAsia="en-US"/>
        </w:rPr>
        <w:t xml:space="preserve">Ich/Wir erfülle(n) die hierfür notwendigen Eignungsanforderungen. Die diesbezüglichen Nachweise sowie die Eigenerklärung, dass keine Ausschlussgründe nach §§ 123, 124 GWB vorliegen sind dieser Erklärung beigefügt. </w:t>
      </w:r>
    </w:p>
    <w:p w:rsidR="008052A8" w:rsidRDefault="00E46E0D" w:rsidP="008052A8">
      <w:pPr>
        <w:pStyle w:val="KeinLeerraum"/>
        <w:spacing w:line="240" w:lineRule="auto"/>
        <w:ind w:left="568" w:hanging="284"/>
      </w:pPr>
      <w:r w:rsidRPr="00B46B06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B06">
        <w:rPr>
          <w:rFonts w:cs="Arial"/>
          <w:szCs w:val="20"/>
        </w:rPr>
        <w:instrText xml:space="preserve"> FORMCHECKBOX </w:instrText>
      </w:r>
      <w:r w:rsidR="00A65FD7">
        <w:rPr>
          <w:rFonts w:cs="Arial"/>
          <w:szCs w:val="20"/>
        </w:rPr>
      </w:r>
      <w:r w:rsidR="00A65FD7">
        <w:rPr>
          <w:rFonts w:cs="Arial"/>
          <w:szCs w:val="20"/>
        </w:rPr>
        <w:fldChar w:fldCharType="separate"/>
      </w:r>
      <w:r w:rsidRPr="00B46B06">
        <w:rPr>
          <w:rFonts w:cs="Arial"/>
          <w:szCs w:val="20"/>
        </w:rPr>
        <w:fldChar w:fldCharType="end"/>
      </w:r>
      <w:r>
        <w:rPr>
          <w:rFonts w:cs="Arial"/>
          <w:szCs w:val="20"/>
        </w:rPr>
        <w:tab/>
      </w:r>
      <w:r w:rsidR="008052A8">
        <w:t xml:space="preserve">Der Bieter nimmt zum Nachweis seiner Eignung die </w:t>
      </w:r>
      <w:r w:rsidR="008052A8" w:rsidRPr="006D32A9">
        <w:rPr>
          <w:u w:val="single"/>
        </w:rPr>
        <w:t>wirtschaftliche und finanzielle</w:t>
      </w:r>
      <w:r w:rsidR="006D32A9">
        <w:rPr>
          <w:u w:val="single"/>
        </w:rPr>
        <w:br/>
      </w:r>
      <w:r w:rsidR="008052A8" w:rsidRPr="006D32A9">
        <w:rPr>
          <w:u w:val="single"/>
        </w:rPr>
        <w:t>Leistungsfähigkeit</w:t>
      </w:r>
      <w:r w:rsidR="008052A8">
        <w:t xml:space="preserve"> meines/unseres Unternehmens in Anspruch. Ich/Wir verpflichte(n) mich/uns</w:t>
      </w:r>
      <w:r w:rsidR="006D32A9">
        <w:br/>
      </w:r>
      <w:r w:rsidR="008052A8">
        <w:t>gegenüber dem Auftraggeber, im Falle der Auftragsvergabe an den o.g. Bieter mit diesem</w:t>
      </w:r>
      <w:r>
        <w:br/>
      </w:r>
      <w:r w:rsidR="008052A8">
        <w:t>gemeinsam für die Auftragsausführung zu haft</w:t>
      </w:r>
      <w:r w:rsidR="008052A8" w:rsidRPr="008052A8">
        <w:t>en.</w:t>
      </w:r>
    </w:p>
    <w:p w:rsidR="008052A8" w:rsidRDefault="008052A8" w:rsidP="008052A8">
      <w:pPr>
        <w:tabs>
          <w:tab w:val="left" w:pos="284"/>
          <w:tab w:val="left" w:pos="426"/>
          <w:tab w:val="left" w:pos="6480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8052A8" w:rsidTr="008052A8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A8" w:rsidRDefault="008052A8">
            <w:pPr>
              <w:pStyle w:val="KeinLeerraum"/>
              <w:spacing w:line="240" w:lineRule="auto"/>
              <w:rPr>
                <w:b/>
              </w:rPr>
            </w:pPr>
          </w:p>
          <w:p w:rsidR="008052A8" w:rsidRDefault="008052A8">
            <w:pPr>
              <w:pStyle w:val="KeinLeerraum"/>
              <w:spacing w:line="240" w:lineRule="auto"/>
              <w:rPr>
                <w:b/>
              </w:rPr>
            </w:pPr>
          </w:p>
          <w:p w:rsidR="00360113" w:rsidRDefault="00360113">
            <w:pPr>
              <w:pStyle w:val="KeinLeerraum"/>
              <w:spacing w:line="240" w:lineRule="auto"/>
              <w:rPr>
                <w:b/>
              </w:rPr>
            </w:pPr>
          </w:p>
          <w:p w:rsidR="008052A8" w:rsidRDefault="008052A8" w:rsidP="00E96BE5">
            <w:pPr>
              <w:pStyle w:val="KeinLeerraum"/>
              <w:spacing w:line="240" w:lineRule="auto"/>
              <w:rPr>
                <w:b/>
              </w:rPr>
            </w:pPr>
            <w:r>
              <w:rPr>
                <w:b/>
              </w:rPr>
              <w:t>_______________________________________</w:t>
            </w:r>
            <w:r w:rsidR="00360113">
              <w:rPr>
                <w:b/>
              </w:rPr>
              <w:br/>
            </w:r>
            <w:r>
              <w:rPr>
                <w:b/>
              </w:rPr>
              <w:t xml:space="preserve">(Ort, Datum, Unterschrift, </w:t>
            </w:r>
            <w:r w:rsidR="00E96BE5">
              <w:rPr>
                <w:b/>
              </w:rPr>
              <w:t>Firmenname</w:t>
            </w:r>
            <w:r>
              <w:rPr>
                <w:b/>
              </w:rPr>
              <w:t>)</w:t>
            </w:r>
          </w:p>
        </w:tc>
      </w:tr>
    </w:tbl>
    <w:p w:rsidR="008052A8" w:rsidRPr="00360113" w:rsidRDefault="008052A8" w:rsidP="00360113">
      <w:pPr>
        <w:rPr>
          <w:rFonts w:ascii="Arial" w:hAnsi="Arial" w:cs="Arial"/>
          <w:sz w:val="4"/>
          <w:szCs w:val="4"/>
        </w:rPr>
      </w:pPr>
    </w:p>
    <w:sectPr w:rsidR="008052A8" w:rsidRPr="00360113" w:rsidSect="00A32415">
      <w:headerReference w:type="default" r:id="rId7"/>
      <w:footerReference w:type="default" r:id="rId8"/>
      <w:pgSz w:w="11906" w:h="16838" w:code="9"/>
      <w:pgMar w:top="567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1A" w:rsidRDefault="003C531A">
      <w:r>
        <w:separator/>
      </w:r>
    </w:p>
  </w:endnote>
  <w:endnote w:type="continuationSeparator" w:id="0">
    <w:p w:rsidR="003C531A" w:rsidRDefault="003C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0D" w:rsidRPr="00E46E0D" w:rsidRDefault="00E46E0D">
    <w:pPr>
      <w:pStyle w:val="Fuzeile"/>
      <w:rPr>
        <w:sz w:val="16"/>
        <w:szCs w:val="16"/>
      </w:rPr>
    </w:pPr>
    <w:r w:rsidRPr="00E46E0D">
      <w:rPr>
        <w:sz w:val="16"/>
        <w:szCs w:val="16"/>
      </w:rPr>
      <w:t xml:space="preserve">Stand: </w:t>
    </w:r>
    <w:r w:rsidRPr="00E46E0D">
      <w:rPr>
        <w:sz w:val="16"/>
        <w:szCs w:val="16"/>
      </w:rPr>
      <w:fldChar w:fldCharType="begin"/>
    </w:r>
    <w:r w:rsidRPr="00E46E0D">
      <w:rPr>
        <w:sz w:val="16"/>
        <w:szCs w:val="16"/>
      </w:rPr>
      <w:instrText xml:space="preserve"> TIME \@ "MMM-yy" </w:instrText>
    </w:r>
    <w:r w:rsidRPr="00E46E0D">
      <w:rPr>
        <w:sz w:val="16"/>
        <w:szCs w:val="16"/>
      </w:rPr>
      <w:fldChar w:fldCharType="separate"/>
    </w:r>
    <w:r w:rsidR="00A65FD7">
      <w:rPr>
        <w:noProof/>
        <w:sz w:val="16"/>
        <w:szCs w:val="16"/>
      </w:rPr>
      <w:t>Dez-19</w:t>
    </w:r>
    <w:r w:rsidRPr="00E46E0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1A" w:rsidRDefault="003C531A">
      <w:r>
        <w:separator/>
      </w:r>
    </w:p>
  </w:footnote>
  <w:footnote w:type="continuationSeparator" w:id="0">
    <w:p w:rsidR="003C531A" w:rsidRDefault="003C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D9" w:rsidRPr="003B1A89" w:rsidRDefault="00B145D9" w:rsidP="000528E4">
    <w:pPr>
      <w:pStyle w:val="Kopfzeile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eDbUmLJTXl8j0A7AP/wSIwALqQ=" w:salt="Kfv7jmjhv+wMnCTyWlqTA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E4"/>
    <w:rsid w:val="00000136"/>
    <w:rsid w:val="000528E4"/>
    <w:rsid w:val="000A2B45"/>
    <w:rsid w:val="000D049D"/>
    <w:rsid w:val="000E3F9B"/>
    <w:rsid w:val="0016716C"/>
    <w:rsid w:val="00176B38"/>
    <w:rsid w:val="001860CA"/>
    <w:rsid w:val="001C3456"/>
    <w:rsid w:val="001E0CC5"/>
    <w:rsid w:val="00230C56"/>
    <w:rsid w:val="0027325D"/>
    <w:rsid w:val="002B21E3"/>
    <w:rsid w:val="003471CD"/>
    <w:rsid w:val="00360113"/>
    <w:rsid w:val="003B7D4C"/>
    <w:rsid w:val="003C531A"/>
    <w:rsid w:val="003D137E"/>
    <w:rsid w:val="004044CE"/>
    <w:rsid w:val="00432382"/>
    <w:rsid w:val="0045234C"/>
    <w:rsid w:val="00463784"/>
    <w:rsid w:val="004A32EA"/>
    <w:rsid w:val="004C10EA"/>
    <w:rsid w:val="004D63EF"/>
    <w:rsid w:val="004E3F7A"/>
    <w:rsid w:val="00566429"/>
    <w:rsid w:val="00585EB2"/>
    <w:rsid w:val="005A327D"/>
    <w:rsid w:val="005A3D7E"/>
    <w:rsid w:val="005D61B7"/>
    <w:rsid w:val="005F0352"/>
    <w:rsid w:val="005F68E0"/>
    <w:rsid w:val="006041D3"/>
    <w:rsid w:val="00624EA0"/>
    <w:rsid w:val="006C27F0"/>
    <w:rsid w:val="006D32A9"/>
    <w:rsid w:val="007754BA"/>
    <w:rsid w:val="00775AAB"/>
    <w:rsid w:val="007D5989"/>
    <w:rsid w:val="007E0BA9"/>
    <w:rsid w:val="008052A8"/>
    <w:rsid w:val="0092102F"/>
    <w:rsid w:val="00945AA6"/>
    <w:rsid w:val="009A59AC"/>
    <w:rsid w:val="009A7E3F"/>
    <w:rsid w:val="009C57CD"/>
    <w:rsid w:val="009D6A80"/>
    <w:rsid w:val="00A31CE4"/>
    <w:rsid w:val="00A32415"/>
    <w:rsid w:val="00A61D7C"/>
    <w:rsid w:val="00A65FD7"/>
    <w:rsid w:val="00AF62D7"/>
    <w:rsid w:val="00B145D9"/>
    <w:rsid w:val="00B26973"/>
    <w:rsid w:val="00B53E2E"/>
    <w:rsid w:val="00C023AB"/>
    <w:rsid w:val="00C1690D"/>
    <w:rsid w:val="00C23386"/>
    <w:rsid w:val="00C264BF"/>
    <w:rsid w:val="00D12D24"/>
    <w:rsid w:val="00DD1C9E"/>
    <w:rsid w:val="00E45309"/>
    <w:rsid w:val="00E46E0D"/>
    <w:rsid w:val="00E662C7"/>
    <w:rsid w:val="00E96BE5"/>
    <w:rsid w:val="00EC00F2"/>
    <w:rsid w:val="00EC3F97"/>
    <w:rsid w:val="00F17638"/>
    <w:rsid w:val="00F71C1C"/>
    <w:rsid w:val="00F85373"/>
    <w:rsid w:val="00FE16F2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character" w:customStyle="1" w:styleId="TitelZchn">
    <w:name w:val="Titel Zchn"/>
    <w:basedOn w:val="Absatz-Standardschriftart"/>
    <w:link w:val="Titel"/>
    <w:uiPriority w:val="10"/>
    <w:rsid w:val="008052A8"/>
    <w:rPr>
      <w:rFonts w:ascii="Arial" w:hAnsi="Arial"/>
      <w:b/>
      <w:sz w:val="24"/>
    </w:rPr>
  </w:style>
  <w:style w:type="paragraph" w:styleId="KeinLeerraum">
    <w:name w:val="No Spacing"/>
    <w:uiPriority w:val="1"/>
    <w:qFormat/>
    <w:rsid w:val="008052A8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character" w:customStyle="1" w:styleId="TitelZchn">
    <w:name w:val="Titel Zchn"/>
    <w:basedOn w:val="Absatz-Standardschriftart"/>
    <w:link w:val="Titel"/>
    <w:uiPriority w:val="10"/>
    <w:rsid w:val="008052A8"/>
    <w:rPr>
      <w:rFonts w:ascii="Arial" w:hAnsi="Arial"/>
      <w:b/>
      <w:sz w:val="24"/>
    </w:rPr>
  </w:style>
  <w:style w:type="paragraph" w:styleId="KeinLeerraum">
    <w:name w:val="No Spacing"/>
    <w:uiPriority w:val="1"/>
    <w:qFormat/>
    <w:rsid w:val="008052A8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A83C1CF1.dotm</Template>
  <TotalTime>0</TotalTime>
  <Pages>1</Pages>
  <Words>270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Nachunternehmerleistungen</vt:lpstr>
    </vt:vector>
  </TitlesOfParts>
  <Company>Stadtverwaltung Hamm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Nachunternehmerleistungen</dc:title>
  <dc:creator>beckmank</dc:creator>
  <cp:lastModifiedBy>Weischer, Annika</cp:lastModifiedBy>
  <cp:revision>2</cp:revision>
  <cp:lastPrinted>2016-08-25T14:20:00Z</cp:lastPrinted>
  <dcterms:created xsi:type="dcterms:W3CDTF">2019-12-13T12:49:00Z</dcterms:created>
  <dcterms:modified xsi:type="dcterms:W3CDTF">2019-12-13T12:49:00Z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